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E36F4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36F4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36F4F" w:rsidRPr="00E36F4F">
        <w:rPr>
          <w:rStyle w:val="a9"/>
        </w:rPr>
        <w:t xml:space="preserve"> Закрытое акционерное общество "Хлебозавод №22"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118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063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3118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063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118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063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36F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36F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Pr="00F06873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Pr="00F06873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предприятия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Pr="00F06873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ректора предприятия по </w:t>
            </w:r>
            <w:proofErr w:type="gramStart"/>
            <w:r>
              <w:rPr>
                <w:sz w:val="18"/>
                <w:szCs w:val="18"/>
              </w:rPr>
              <w:t>ИТ</w:t>
            </w:r>
            <w:proofErr w:type="gramEnd"/>
            <w:r>
              <w:rPr>
                <w:sz w:val="18"/>
                <w:szCs w:val="18"/>
              </w:rPr>
              <w:t>, СХД и ИБ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Отдел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ОГМ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ОГЭ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наладке и ремонту автоматизированного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 xml:space="preserve">Отдел </w:t>
            </w:r>
            <w:proofErr w:type="gramStart"/>
            <w:r w:rsidRPr="00E36F4F">
              <w:rPr>
                <w:b/>
                <w:sz w:val="18"/>
                <w:szCs w:val="18"/>
              </w:rPr>
              <w:t>ИТ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системный админ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Общий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Отдел МТС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материально -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нического снабжения (МТС)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материально-техническому снабжению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ПТЛ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ОСНОВНОЕ  ПРОИЗВО</w:t>
            </w:r>
            <w:r w:rsidRPr="00E36F4F">
              <w:rPr>
                <w:b/>
                <w:sz w:val="18"/>
                <w:szCs w:val="18"/>
              </w:rPr>
              <w:t>Д</w:t>
            </w:r>
            <w:r w:rsidRPr="00E36F4F">
              <w:rPr>
                <w:b/>
                <w:sz w:val="18"/>
                <w:szCs w:val="18"/>
              </w:rPr>
              <w:t>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i/>
                <w:sz w:val="18"/>
                <w:szCs w:val="18"/>
              </w:rPr>
            </w:pPr>
            <w:r w:rsidRPr="00E36F4F">
              <w:rPr>
                <w:i/>
                <w:sz w:val="18"/>
                <w:szCs w:val="18"/>
              </w:rPr>
              <w:t>Хлебобулочное производство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КМЛ № 1-2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КМЛ № 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линии №4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КМЛ № 7-8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по производству ме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коштучных изделий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пекаря по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водству мелкоштучных изд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ратор комплексно -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зированных линий № 9-10)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ржано-пшеничного формового хлеба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комплексно-механизированной линии в производстве пищевой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(оператор КМЛ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комплексно-механизированной линии в производстве пищевой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дукции (оператор КМЛ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тестоприготовител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 конвейера  комплексно - механизированных линий № 1,4,5,7 (оператор ТПК КМЛ № 1,4,5,7)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тестоприготовител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 конвейера  комплексно - механизированных линий №1,4,5,7 (оператор ТПК КМЛ№1,4,5,7)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Тестовод КМЛ № 2 и 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Тестовод КМЛ № 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Тестовод КМЛ № 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Тестовод по производству мелкоштучных изделий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тестоприготовител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колец комплексно -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матизированных линий № 9-10 (оператор ТПК КАЛ № 9-10)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тестоприготовител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колец комплексно -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матизированных линий № 9-10 (оператор ТПК КАЛ № 9-10)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Тестовод </w:t>
            </w:r>
            <w:proofErr w:type="spellStart"/>
            <w:r>
              <w:rPr>
                <w:sz w:val="18"/>
                <w:szCs w:val="18"/>
              </w:rPr>
              <w:t>ржано</w:t>
            </w:r>
            <w:proofErr w:type="spellEnd"/>
            <w:r>
              <w:rPr>
                <w:sz w:val="18"/>
                <w:szCs w:val="18"/>
              </w:rPr>
              <w:t xml:space="preserve"> - пшеничного формового хлеба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Тестовод по приготовлению заквасок на КМЛ № 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Тестовод по приготовлению заварок для ржано-пшеничных сортов формового хлеба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Тестовод подменный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хлебоб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лочных изделий ночной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хлебоб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лочных изделий ночной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45А (44А)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46А (44А)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Формовщик теста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машины по чистке и смазке листов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b/>
                <w:sz w:val="18"/>
                <w:szCs w:val="18"/>
              </w:rPr>
            </w:pPr>
            <w:r w:rsidRPr="00E36F4F">
              <w:rPr>
                <w:b/>
                <w:sz w:val="18"/>
                <w:szCs w:val="18"/>
              </w:rPr>
              <w:t>ВСПОМОГАТЕЛЬНОЕ ПРОИЗВОДСТВО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i/>
                <w:sz w:val="18"/>
                <w:szCs w:val="18"/>
              </w:rPr>
            </w:pPr>
            <w:r w:rsidRPr="00E36F4F">
              <w:rPr>
                <w:i/>
                <w:sz w:val="18"/>
                <w:szCs w:val="18"/>
              </w:rPr>
              <w:t>Участок сбыта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Приемщик-сдатчик по заказам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i/>
                <w:sz w:val="18"/>
                <w:szCs w:val="18"/>
              </w:rPr>
            </w:pPr>
            <w:r w:rsidRPr="00E36F4F">
              <w:rPr>
                <w:i/>
                <w:sz w:val="18"/>
                <w:szCs w:val="18"/>
              </w:rPr>
              <w:t>Склад сырья и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грузчик склада сырья и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склада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склада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i/>
                <w:sz w:val="18"/>
                <w:szCs w:val="18"/>
              </w:rPr>
            </w:pPr>
            <w:r w:rsidRPr="00E36F4F">
              <w:rPr>
                <w:i/>
                <w:sz w:val="18"/>
                <w:szCs w:val="18"/>
              </w:rPr>
              <w:t>ОГМ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щевой промышленности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менный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i/>
                <w:sz w:val="18"/>
                <w:szCs w:val="18"/>
              </w:rPr>
            </w:pPr>
            <w:r w:rsidRPr="00E36F4F">
              <w:rPr>
                <w:i/>
                <w:sz w:val="18"/>
                <w:szCs w:val="18"/>
              </w:rPr>
              <w:t>ОГЭ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наладчик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в производстве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</w:t>
            </w:r>
            <w:proofErr w:type="spellStart"/>
            <w:r>
              <w:rPr>
                <w:sz w:val="18"/>
                <w:szCs w:val="18"/>
              </w:rPr>
              <w:t>электро</w:t>
            </w:r>
            <w:proofErr w:type="spellEnd"/>
            <w:r>
              <w:rPr>
                <w:sz w:val="18"/>
                <w:szCs w:val="18"/>
              </w:rPr>
              <w:t xml:space="preserve"> и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зированного оборудования 6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</w:t>
            </w:r>
            <w:proofErr w:type="spellStart"/>
            <w:r>
              <w:rPr>
                <w:sz w:val="18"/>
                <w:szCs w:val="18"/>
              </w:rPr>
              <w:t>электро</w:t>
            </w:r>
            <w:proofErr w:type="spellEnd"/>
            <w:r>
              <w:rPr>
                <w:sz w:val="18"/>
                <w:szCs w:val="18"/>
              </w:rPr>
              <w:t xml:space="preserve"> и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зированного оборудования 5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наладчик контрол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но-измерительных приборов и автоматики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</w:t>
            </w:r>
            <w:proofErr w:type="spellStart"/>
            <w:r>
              <w:rPr>
                <w:sz w:val="18"/>
                <w:szCs w:val="18"/>
              </w:rPr>
              <w:t>электро</w:t>
            </w:r>
            <w:proofErr w:type="spellEnd"/>
            <w:r>
              <w:rPr>
                <w:sz w:val="18"/>
                <w:szCs w:val="18"/>
              </w:rPr>
              <w:t xml:space="preserve"> и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зированного оборудования 4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упаковочного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упаковочного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i/>
                <w:sz w:val="18"/>
                <w:szCs w:val="18"/>
              </w:rPr>
            </w:pPr>
            <w:r w:rsidRPr="00E36F4F">
              <w:rPr>
                <w:i/>
                <w:sz w:val="18"/>
                <w:szCs w:val="18"/>
              </w:rPr>
              <w:t>Административно-хозяйственный отдел (АХО)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Мойщик-протирщик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63А (62А)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Мойщик-протирщик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64А </w:t>
            </w:r>
            <w:r>
              <w:rPr>
                <w:sz w:val="18"/>
                <w:szCs w:val="18"/>
              </w:rPr>
              <w:lastRenderedPageBreak/>
              <w:t>(62А)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Мойщик-протирщик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 - протирщик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66А (65А)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 - протирщик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67А (65А)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Мойщик - протирщик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 раздевалок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административно-бытового корпуса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 административно-бытового корпуса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36F4F" w:rsidRPr="00F06873" w:rsidTr="004654AF">
        <w:tc>
          <w:tcPr>
            <w:tcW w:w="959" w:type="dxa"/>
            <w:shd w:val="clear" w:color="auto" w:fill="auto"/>
            <w:vAlign w:val="center"/>
          </w:tcPr>
          <w:p w:rsid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36F4F" w:rsidRPr="00E36F4F" w:rsidRDefault="00E36F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36F4F" w:rsidRDefault="00E36F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36F4F">
        <w:rPr>
          <w:rStyle w:val="a9"/>
        </w:rPr>
        <w:t>30.05.2016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>
      <w:bookmarkStart w:id="7" w:name="_GoBack"/>
      <w:bookmarkEnd w:id="7"/>
    </w:p>
    <w:sectPr w:rsidR="004654AF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6"/>
    <w:docVar w:name="ceh_info" w:val=" Закрытое акционерное общество &quot;Хлебозавод №22&quot;"/>
    <w:docVar w:name="doc_name" w:val="Документ6"/>
    <w:docVar w:name="fill_date" w:val="30.05.2016"/>
    <w:docVar w:name="org_name" w:val="     "/>
    <w:docVar w:name="pers_guids" w:val="CEB1C50CF2804F5B87FCF6DE5DA3EE1A@139-637-613 97"/>
    <w:docVar w:name="pers_snils" w:val="CEB1C50CF2804F5B87FCF6DE5DA3EE1A@139-637-613 97"/>
    <w:docVar w:name="sv_docs" w:val="1"/>
  </w:docVars>
  <w:rsids>
    <w:rsidRoot w:val="00E36F4F"/>
    <w:rsid w:val="0002033E"/>
    <w:rsid w:val="000C5130"/>
    <w:rsid w:val="000D3760"/>
    <w:rsid w:val="000F0714"/>
    <w:rsid w:val="00175532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A4B5F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36F4F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</TotalTime>
  <Pages>5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S Samsonov</dc:creator>
  <cp:lastModifiedBy>Владимир Боев</cp:lastModifiedBy>
  <cp:revision>2</cp:revision>
  <dcterms:created xsi:type="dcterms:W3CDTF">2016-07-14T21:22:00Z</dcterms:created>
  <dcterms:modified xsi:type="dcterms:W3CDTF">2016-07-18T11:14:00Z</dcterms:modified>
</cp:coreProperties>
</file>